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C2BF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00BBD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632F7A7" w14:textId="479D24A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6BF7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4C53A5B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0088A4F" w14:textId="70DFDF30" w:rsidR="00445970" w:rsidRPr="00D511A6" w:rsidRDefault="00D511A6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511A6">
        <w:rPr>
          <w:rFonts w:ascii="Corbel" w:hAnsi="Corbel"/>
          <w:b/>
          <w:sz w:val="20"/>
          <w:szCs w:val="20"/>
        </w:rPr>
        <w:t xml:space="preserve">Rok akademicki  </w:t>
      </w:r>
      <w:r w:rsidR="00DA4EBE" w:rsidRPr="00D511A6">
        <w:rPr>
          <w:rFonts w:ascii="Corbel" w:hAnsi="Corbel"/>
          <w:b/>
          <w:sz w:val="20"/>
          <w:szCs w:val="20"/>
        </w:rPr>
        <w:t>20</w:t>
      </w:r>
      <w:r w:rsidR="00A86A13" w:rsidRPr="00D511A6">
        <w:rPr>
          <w:rFonts w:ascii="Corbel" w:hAnsi="Corbel"/>
          <w:b/>
          <w:sz w:val="20"/>
          <w:szCs w:val="20"/>
        </w:rPr>
        <w:t>2</w:t>
      </w:r>
      <w:r w:rsidR="004C6BF7">
        <w:rPr>
          <w:rFonts w:ascii="Corbel" w:hAnsi="Corbel"/>
          <w:b/>
          <w:sz w:val="20"/>
          <w:szCs w:val="20"/>
        </w:rPr>
        <w:t>3</w:t>
      </w:r>
      <w:r w:rsidR="00DA4EBE" w:rsidRPr="00D511A6">
        <w:rPr>
          <w:rFonts w:ascii="Corbel" w:hAnsi="Corbel"/>
          <w:b/>
          <w:sz w:val="20"/>
          <w:szCs w:val="20"/>
        </w:rPr>
        <w:t>/202</w:t>
      </w:r>
      <w:r w:rsidR="004C6BF7">
        <w:rPr>
          <w:rFonts w:ascii="Corbel" w:hAnsi="Corbel"/>
          <w:b/>
          <w:sz w:val="20"/>
          <w:szCs w:val="20"/>
        </w:rPr>
        <w:t>4</w:t>
      </w:r>
    </w:p>
    <w:p w14:paraId="22AEE1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FD70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E6ED19" w14:textId="77777777" w:rsidTr="00B819C8">
        <w:tc>
          <w:tcPr>
            <w:tcW w:w="2694" w:type="dxa"/>
            <w:vAlign w:val="center"/>
          </w:tcPr>
          <w:p w14:paraId="7AD9FC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A5EFA3" w14:textId="77777777" w:rsidR="0085747A" w:rsidRPr="00D511A6" w:rsidRDefault="006C54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11A6">
              <w:rPr>
                <w:rFonts w:ascii="Corbel" w:hAnsi="Corbel"/>
                <w:sz w:val="24"/>
                <w:szCs w:val="24"/>
              </w:rPr>
              <w:t>Teoretyczne podstawy</w:t>
            </w:r>
            <w:r w:rsidR="0080379F" w:rsidRPr="00D511A6">
              <w:rPr>
                <w:rFonts w:ascii="Corbel" w:hAnsi="Corbel"/>
                <w:sz w:val="24"/>
                <w:szCs w:val="24"/>
              </w:rPr>
              <w:t xml:space="preserve"> wychowania</w:t>
            </w:r>
          </w:p>
        </w:tc>
      </w:tr>
      <w:tr w:rsidR="0085747A" w:rsidRPr="009C54AE" w14:paraId="6CB9B436" w14:textId="77777777" w:rsidTr="00B819C8">
        <w:tc>
          <w:tcPr>
            <w:tcW w:w="2694" w:type="dxa"/>
            <w:vAlign w:val="center"/>
          </w:tcPr>
          <w:p w14:paraId="5D22AA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EE297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B3676CF" w14:textId="77777777" w:rsidTr="00B819C8">
        <w:tc>
          <w:tcPr>
            <w:tcW w:w="2694" w:type="dxa"/>
            <w:vAlign w:val="center"/>
          </w:tcPr>
          <w:p w14:paraId="2B4370B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488C2D" w14:textId="4059BBBB" w:rsidR="0085747A" w:rsidRPr="009C54AE" w:rsidRDefault="00B700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00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01F7A3" w14:textId="77777777" w:rsidTr="00B819C8">
        <w:tc>
          <w:tcPr>
            <w:tcW w:w="2694" w:type="dxa"/>
            <w:vAlign w:val="center"/>
          </w:tcPr>
          <w:p w14:paraId="5378C2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CDB0BC" w14:textId="418110F6" w:rsidR="0085747A" w:rsidRPr="00B008AB" w:rsidRDefault="00B00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08AB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85747A" w:rsidRPr="009C54AE" w14:paraId="4351A657" w14:textId="77777777" w:rsidTr="00B819C8">
        <w:tc>
          <w:tcPr>
            <w:tcW w:w="2694" w:type="dxa"/>
            <w:vAlign w:val="center"/>
          </w:tcPr>
          <w:p w14:paraId="0685EB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B3EB2B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  <w:bookmarkStart w:id="0" w:name="_GoBack"/>
            <w:bookmarkEnd w:id="0"/>
          </w:p>
        </w:tc>
      </w:tr>
      <w:tr w:rsidR="0085747A" w:rsidRPr="009C54AE" w14:paraId="45CE84C1" w14:textId="77777777" w:rsidTr="00B819C8">
        <w:tc>
          <w:tcPr>
            <w:tcW w:w="2694" w:type="dxa"/>
            <w:vAlign w:val="center"/>
          </w:tcPr>
          <w:p w14:paraId="2E6729A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5C189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F254546" w14:textId="77777777" w:rsidTr="00B819C8">
        <w:tc>
          <w:tcPr>
            <w:tcW w:w="2694" w:type="dxa"/>
            <w:vAlign w:val="center"/>
          </w:tcPr>
          <w:p w14:paraId="1EC7AD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610C64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41A85EE" w14:textId="77777777" w:rsidTr="00B819C8">
        <w:tc>
          <w:tcPr>
            <w:tcW w:w="2694" w:type="dxa"/>
            <w:vAlign w:val="center"/>
          </w:tcPr>
          <w:p w14:paraId="13DF6C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50E97E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4D3588" w14:textId="77777777" w:rsidTr="00B819C8">
        <w:tc>
          <w:tcPr>
            <w:tcW w:w="2694" w:type="dxa"/>
            <w:vAlign w:val="center"/>
          </w:tcPr>
          <w:p w14:paraId="2890B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FE2E90" w14:textId="77777777" w:rsidR="0085747A" w:rsidRPr="00D511A6" w:rsidRDefault="00761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11A6">
              <w:rPr>
                <w:rFonts w:ascii="Corbel" w:hAnsi="Corbel"/>
                <w:sz w:val="24"/>
                <w:szCs w:val="24"/>
              </w:rPr>
              <w:t>Rok 2, semestr 3</w:t>
            </w:r>
          </w:p>
        </w:tc>
      </w:tr>
      <w:tr w:rsidR="0085747A" w:rsidRPr="009C54AE" w14:paraId="2540D726" w14:textId="77777777" w:rsidTr="00B819C8">
        <w:tc>
          <w:tcPr>
            <w:tcW w:w="2694" w:type="dxa"/>
            <w:vAlign w:val="center"/>
          </w:tcPr>
          <w:p w14:paraId="390B9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FFB14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710E12A0" w14:textId="77777777" w:rsidTr="00B819C8">
        <w:tc>
          <w:tcPr>
            <w:tcW w:w="2694" w:type="dxa"/>
            <w:vAlign w:val="center"/>
          </w:tcPr>
          <w:p w14:paraId="438A84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A53D0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C838B9B" w14:textId="77777777" w:rsidTr="00B819C8">
        <w:tc>
          <w:tcPr>
            <w:tcW w:w="2694" w:type="dxa"/>
            <w:vAlign w:val="center"/>
          </w:tcPr>
          <w:p w14:paraId="43ED69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F82A83" w14:textId="77777777" w:rsidR="0085747A" w:rsidRPr="009C54AE" w:rsidRDefault="00E34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Z. Frączek</w:t>
            </w:r>
          </w:p>
        </w:tc>
      </w:tr>
      <w:tr w:rsidR="0085747A" w:rsidRPr="009C54AE" w14:paraId="092B87EA" w14:textId="77777777" w:rsidTr="00B819C8">
        <w:tc>
          <w:tcPr>
            <w:tcW w:w="2694" w:type="dxa"/>
            <w:vAlign w:val="center"/>
          </w:tcPr>
          <w:p w14:paraId="7D8F6C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76CF4" w14:textId="31CA176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09C3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8F66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4ADD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2292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437D4D0" w14:textId="77777777" w:rsidTr="00D511A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0390" w14:textId="77777777" w:rsidR="00015B8F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008887" w14:textId="77777777" w:rsidR="00015B8F" w:rsidRPr="009C54AE" w:rsidRDefault="002B5EA0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5505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8094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D7D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0871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9D68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8E20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3878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1B13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8CAF" w14:textId="77777777" w:rsidR="00015B8F" w:rsidRPr="009C54AE" w:rsidRDefault="00015B8F" w:rsidP="00D511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D381" w14:textId="77777777" w:rsidTr="00D511A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1516" w14:textId="77777777" w:rsidR="00015B8F" w:rsidRPr="009C54AE" w:rsidRDefault="00761BA7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F1EB" w14:textId="77777777" w:rsidR="00015B8F" w:rsidRPr="009C54AE" w:rsidRDefault="00761BA7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80D6" w14:textId="77777777" w:rsidR="00015B8F" w:rsidRPr="009C54AE" w:rsidRDefault="00761BA7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81FC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7E23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B32D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6A24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1AB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1EF9" w14:textId="77777777" w:rsidR="00015B8F" w:rsidRPr="009C54AE" w:rsidRDefault="00015B8F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080E" w14:textId="77777777" w:rsidR="00015B8F" w:rsidRPr="009C54AE" w:rsidRDefault="00761BA7" w:rsidP="00D511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9A08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4AC0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C3A130" w14:textId="265E01C5" w:rsidR="0085747A" w:rsidRPr="00C66980" w:rsidRDefault="0085747A" w:rsidP="00C6698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C66980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 </w:t>
      </w:r>
      <w:r w:rsidRPr="00C66980">
        <w:rPr>
          <w:rFonts w:ascii="Corbel" w:hAnsi="Corbel"/>
          <w:b w:val="0"/>
          <w:smallCaps w:val="0"/>
          <w:szCs w:val="24"/>
        </w:rPr>
        <w:t>zajęcia w formie tradycyjnej</w:t>
      </w:r>
      <w:r w:rsidR="00C66980">
        <w:rPr>
          <w:rFonts w:ascii="Corbel" w:hAnsi="Corbel"/>
          <w:b w:val="0"/>
          <w:smallCaps w:val="0"/>
          <w:szCs w:val="24"/>
        </w:rPr>
        <w:t>.</w:t>
      </w:r>
      <w:r w:rsidRPr="00C66980">
        <w:rPr>
          <w:rFonts w:ascii="Corbel" w:hAnsi="Corbel"/>
          <w:b w:val="0"/>
          <w:smallCaps w:val="0"/>
          <w:szCs w:val="24"/>
        </w:rPr>
        <w:t xml:space="preserve"> </w:t>
      </w:r>
    </w:p>
    <w:p w14:paraId="70E42E8A" w14:textId="77777777" w:rsidR="00C66980" w:rsidRPr="00C66980" w:rsidRDefault="00C6698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</w:p>
    <w:p w14:paraId="1AF01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75C7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802BA4" w14:textId="0E159E3D" w:rsidR="009C54AE" w:rsidRDefault="00761B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E6451B7" w14:textId="199FC53B" w:rsidR="00312155" w:rsidRDefault="003121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239E85" w14:textId="77777777" w:rsidR="00312155" w:rsidRPr="00312155" w:rsidRDefault="00312155" w:rsidP="00312155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14:paraId="228544F0" w14:textId="5D8C04E9" w:rsidR="00312155" w:rsidRPr="00312155" w:rsidRDefault="00312155" w:rsidP="0031215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semestralnego,  obecność i aktywność na zajęciach, wykazanie się znajomością aktualnych problemów rodziny podejmowanych w wybranych czasopismach naukowych)</w:t>
      </w:r>
      <w:r w:rsidR="00D00691">
        <w:rPr>
          <w:rFonts w:ascii="Corbel" w:hAnsi="Corbel"/>
          <w:sz w:val="24"/>
          <w:szCs w:val="24"/>
        </w:rPr>
        <w:t>;</w:t>
      </w:r>
    </w:p>
    <w:p w14:paraId="6DB25EE3" w14:textId="77777777" w:rsidR="00312155" w:rsidRPr="00312155" w:rsidRDefault="00312155" w:rsidP="00312155">
      <w:pPr>
        <w:spacing w:after="0" w:line="240" w:lineRule="auto"/>
        <w:rPr>
          <w:rFonts w:ascii="Corbel" w:hAnsi="Corbel"/>
          <w:sz w:val="24"/>
          <w:szCs w:val="24"/>
        </w:rPr>
      </w:pPr>
    </w:p>
    <w:p w14:paraId="6EEF110A" w14:textId="577B9AFB" w:rsidR="00312155" w:rsidRPr="00D00691" w:rsidRDefault="00312155" w:rsidP="00312155">
      <w:pPr>
        <w:spacing w:after="0" w:line="240" w:lineRule="auto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 w:rsidR="00D00691">
        <w:rPr>
          <w:rFonts w:ascii="Corbel" w:hAnsi="Corbel"/>
          <w:b/>
          <w:bCs/>
          <w:sz w:val="24"/>
          <w:szCs w:val="24"/>
        </w:rPr>
        <w:t xml:space="preserve"> </w:t>
      </w:r>
      <w:r w:rsidR="00D00691" w:rsidRPr="00D00691">
        <w:rPr>
          <w:rFonts w:ascii="Corbel" w:hAnsi="Corbel"/>
          <w:sz w:val="24"/>
          <w:szCs w:val="24"/>
        </w:rPr>
        <w:t>(obecność na wykładzie)</w:t>
      </w:r>
      <w:r w:rsidR="00D00691">
        <w:rPr>
          <w:rFonts w:ascii="Corbel" w:hAnsi="Corbel"/>
          <w:sz w:val="24"/>
          <w:szCs w:val="24"/>
        </w:rPr>
        <w:t>;</w:t>
      </w:r>
    </w:p>
    <w:p w14:paraId="646DA018" w14:textId="77777777" w:rsidR="00312155" w:rsidRPr="00312155" w:rsidRDefault="00312155" w:rsidP="00312155">
      <w:pPr>
        <w:spacing w:after="0" w:line="240" w:lineRule="auto"/>
        <w:rPr>
          <w:rFonts w:ascii="Corbel" w:hAnsi="Corbel"/>
          <w:sz w:val="24"/>
          <w:szCs w:val="24"/>
        </w:rPr>
      </w:pPr>
    </w:p>
    <w:p w14:paraId="5CA3B579" w14:textId="77777777" w:rsidR="00312155" w:rsidRPr="00312155" w:rsidRDefault="00312155" w:rsidP="00312155">
      <w:pPr>
        <w:spacing w:after="0" w:line="240" w:lineRule="auto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lastRenderedPageBreak/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 z pytaniami otwartymi (3 pytania obejmujące treści kształcenia realizowane na ćwiczeniach i wykładach).</w:t>
      </w:r>
    </w:p>
    <w:p w14:paraId="215E23B4" w14:textId="338C7DDE" w:rsidR="00312155" w:rsidRPr="00312155" w:rsidRDefault="00312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CE04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5E2A7E" w14:textId="77777777" w:rsidTr="00745302">
        <w:tc>
          <w:tcPr>
            <w:tcW w:w="9670" w:type="dxa"/>
          </w:tcPr>
          <w:p w14:paraId="62B23184" w14:textId="77777777" w:rsidR="00E55095" w:rsidRPr="00B57822" w:rsidRDefault="00E55095" w:rsidP="00E550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- znajomość specyfiki rodzinnego środowiska wychowawczego;</w:t>
            </w:r>
          </w:p>
          <w:p w14:paraId="169BF6FC" w14:textId="7FD312C3" w:rsidR="0085747A" w:rsidRPr="00B57822" w:rsidRDefault="00E55095" w:rsidP="00E550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57822">
              <w:rPr>
                <w:rFonts w:ascii="Corbel" w:hAnsi="Corbel"/>
                <w:b w:val="0"/>
                <w:smallCaps w:val="0"/>
                <w:szCs w:val="24"/>
              </w:rPr>
              <w:t>- znajomość mechanizmów kształtujących relacje międzyludzkie w rodzinie.</w:t>
            </w:r>
          </w:p>
          <w:p w14:paraId="785EDD5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91268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FBB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96E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EE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E8DE5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90365" w:rsidRPr="009C54AE" w14:paraId="5C073E4C" w14:textId="77777777" w:rsidTr="003D4776">
        <w:tc>
          <w:tcPr>
            <w:tcW w:w="841" w:type="dxa"/>
            <w:vAlign w:val="center"/>
          </w:tcPr>
          <w:p w14:paraId="4AA6BE45" w14:textId="0521C193" w:rsidR="00390365" w:rsidRPr="00B57822" w:rsidRDefault="00390365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9DE30E8" w14:textId="18921B0F" w:rsidR="00390365" w:rsidRPr="00B57822" w:rsidRDefault="00390365" w:rsidP="00B578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Poznanie wybranych teorii, koncepcji i systemów wychowania.</w:t>
            </w:r>
            <w:r w:rsidR="00B57822" w:rsidRPr="00B57822">
              <w:rPr>
                <w:rFonts w:ascii="Corbel" w:hAnsi="Corbel"/>
                <w:sz w:val="24"/>
                <w:szCs w:val="24"/>
              </w:rPr>
              <w:t xml:space="preserve"> Pobudzanie do refleksji nad problematyką aksjologiczną jako podstawą stanowienia celów wychowania w warunkach pluralizmu wartości i orientacji światopoglądowych.</w:t>
            </w:r>
          </w:p>
        </w:tc>
      </w:tr>
      <w:tr w:rsidR="00390365" w:rsidRPr="009C54AE" w14:paraId="12492C4C" w14:textId="77777777" w:rsidTr="003D4776">
        <w:tc>
          <w:tcPr>
            <w:tcW w:w="841" w:type="dxa"/>
            <w:vAlign w:val="center"/>
          </w:tcPr>
          <w:p w14:paraId="00BAE1C1" w14:textId="38B9F012" w:rsidR="00390365" w:rsidRPr="00B57822" w:rsidRDefault="00390365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 w:rsidR="00B5782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9" w:type="dxa"/>
            <w:vAlign w:val="center"/>
          </w:tcPr>
          <w:p w14:paraId="1C736728" w14:textId="4CED5D22" w:rsidR="00390365" w:rsidRPr="00B57822" w:rsidRDefault="00390365" w:rsidP="00B578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Nabycie umiejętności konstruowania celów wychowania</w:t>
            </w:r>
            <w:r w:rsidR="00B57822">
              <w:rPr>
                <w:rFonts w:ascii="Corbel" w:hAnsi="Corbel"/>
                <w:sz w:val="24"/>
                <w:szCs w:val="24"/>
              </w:rPr>
              <w:t>,</w:t>
            </w:r>
            <w:r w:rsidR="00B57822" w:rsidRPr="00B57822">
              <w:rPr>
                <w:rFonts w:ascii="Corbel" w:hAnsi="Corbel"/>
                <w:sz w:val="24"/>
                <w:szCs w:val="24"/>
              </w:rPr>
              <w:t xml:space="preserve"> doboru i stosowania metod, technik, form i środków wychowania w rodzinie.</w:t>
            </w:r>
          </w:p>
        </w:tc>
      </w:tr>
      <w:tr w:rsidR="00390365" w:rsidRPr="009C54AE" w14:paraId="45342AF3" w14:textId="77777777" w:rsidTr="003D4776">
        <w:tc>
          <w:tcPr>
            <w:tcW w:w="841" w:type="dxa"/>
            <w:vAlign w:val="center"/>
          </w:tcPr>
          <w:p w14:paraId="0AAE84E9" w14:textId="1EBC66A7" w:rsidR="00390365" w:rsidRPr="00B57822" w:rsidRDefault="00390365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 w:rsidR="00B5782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9" w:type="dxa"/>
            <w:vAlign w:val="center"/>
          </w:tcPr>
          <w:p w14:paraId="642D9EDB" w14:textId="239A20CF" w:rsidR="00390365" w:rsidRPr="00B57822" w:rsidRDefault="00B57822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390365" w:rsidRPr="009C54AE" w14:paraId="618217E2" w14:textId="77777777" w:rsidTr="003D4776">
        <w:tc>
          <w:tcPr>
            <w:tcW w:w="841" w:type="dxa"/>
            <w:vAlign w:val="center"/>
          </w:tcPr>
          <w:p w14:paraId="7D607B9F" w14:textId="690F51E6" w:rsidR="00390365" w:rsidRPr="00B57822" w:rsidRDefault="00390365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C </w:t>
            </w:r>
            <w:r w:rsidR="00B57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9" w:type="dxa"/>
            <w:vAlign w:val="center"/>
          </w:tcPr>
          <w:p w14:paraId="797390AC" w14:textId="73930B72" w:rsidR="00390365" w:rsidRPr="00B57822" w:rsidRDefault="00B57822" w:rsidP="00B578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7822">
              <w:rPr>
                <w:rFonts w:ascii="Corbel" w:hAnsi="Corbel"/>
                <w:sz w:val="24"/>
                <w:szCs w:val="24"/>
              </w:rPr>
              <w:t xml:space="preserve">Poznanie syndromów, a także przyczyn trudności wychowawczych </w:t>
            </w:r>
            <w:r>
              <w:rPr>
                <w:rFonts w:ascii="Corbel" w:hAnsi="Corbel"/>
                <w:sz w:val="24"/>
                <w:szCs w:val="24"/>
              </w:rPr>
              <w:t xml:space="preserve">(w szczególności </w:t>
            </w:r>
            <w:r w:rsidRPr="00B57822">
              <w:rPr>
                <w:rFonts w:ascii="Corbel" w:hAnsi="Corbel"/>
                <w:sz w:val="24"/>
                <w:szCs w:val="24"/>
              </w:rPr>
              <w:t>tkwiących w rodzinie</w:t>
            </w:r>
            <w:r>
              <w:rPr>
                <w:rFonts w:ascii="Corbel" w:hAnsi="Corbel"/>
                <w:sz w:val="24"/>
                <w:szCs w:val="24"/>
              </w:rPr>
              <w:t>) oraz n</w:t>
            </w:r>
            <w:r w:rsidRPr="00B57822">
              <w:rPr>
                <w:rFonts w:ascii="Corbel" w:hAnsi="Corbel"/>
                <w:sz w:val="24"/>
                <w:szCs w:val="24"/>
              </w:rPr>
              <w:t xml:space="preserve">abycie umiejętności pracy z dzieckiem </w:t>
            </w:r>
            <w:r>
              <w:rPr>
                <w:rFonts w:ascii="Corbel" w:hAnsi="Corbel"/>
                <w:sz w:val="24"/>
                <w:szCs w:val="24"/>
              </w:rPr>
              <w:t>sprawiającym trudności wychowawcze</w:t>
            </w:r>
            <w:r w:rsidRPr="00B5782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51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FA6B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5E81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ACE9574" w14:textId="77777777" w:rsidTr="005B7256">
        <w:tc>
          <w:tcPr>
            <w:tcW w:w="1681" w:type="dxa"/>
            <w:vAlign w:val="center"/>
          </w:tcPr>
          <w:p w14:paraId="60A24B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D4986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AC0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256" w:rsidRPr="009C54AE" w14:paraId="3C3D2323" w14:textId="77777777" w:rsidTr="005B7256">
        <w:tc>
          <w:tcPr>
            <w:tcW w:w="1681" w:type="dxa"/>
          </w:tcPr>
          <w:p w14:paraId="02484827" w14:textId="5616813D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A04BECF" w14:textId="1CB955CC" w:rsidR="005B7256" w:rsidRPr="005B7256" w:rsidRDefault="005B7256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>Scharakteryzuje teorię wychowanie jako dyscyplinę naukową, wybrane teorie oraz koncepcje i systemy wychowania. Wyjaśni źródła stanowienia i przemiany w celach wychowania oraz związek celów z wartościami.</w:t>
            </w:r>
          </w:p>
        </w:tc>
        <w:tc>
          <w:tcPr>
            <w:tcW w:w="1865" w:type="dxa"/>
          </w:tcPr>
          <w:p w14:paraId="1318DF59" w14:textId="23B74CB7" w:rsidR="005B7256" w:rsidRPr="009C54AE" w:rsidRDefault="005D60C2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8A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B7256" w:rsidRPr="009C54AE" w14:paraId="7EEDC0A7" w14:textId="77777777" w:rsidTr="005B7256">
        <w:tc>
          <w:tcPr>
            <w:tcW w:w="1681" w:type="dxa"/>
          </w:tcPr>
          <w:p w14:paraId="1079CC56" w14:textId="2AD9F2D6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2BA0B1D2" w14:textId="2447F830" w:rsidR="005B7256" w:rsidRPr="005B7256" w:rsidRDefault="005B7256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 xml:space="preserve">Opisze zasady wychowania </w:t>
            </w:r>
            <w:r w:rsidR="00E316C7">
              <w:rPr>
                <w:rFonts w:ascii="Corbel" w:hAnsi="Corbel"/>
                <w:sz w:val="24"/>
                <w:szCs w:val="24"/>
              </w:rPr>
              <w:t xml:space="preserve">w rodzinie </w:t>
            </w:r>
            <w:r w:rsidRPr="005B7256">
              <w:rPr>
                <w:rFonts w:ascii="Corbel" w:hAnsi="Corbel"/>
                <w:sz w:val="24"/>
                <w:szCs w:val="24"/>
              </w:rPr>
              <w:t>oraz stosowane metody, techniki, formy i środki wychowania.</w:t>
            </w:r>
          </w:p>
        </w:tc>
        <w:tc>
          <w:tcPr>
            <w:tcW w:w="1865" w:type="dxa"/>
          </w:tcPr>
          <w:p w14:paraId="51F41DC1" w14:textId="19C3C445" w:rsidR="00E316C7" w:rsidRDefault="00E316C7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6C7">
              <w:rPr>
                <w:rFonts w:ascii="Corbel" w:hAnsi="Corbel"/>
                <w:b w:val="0"/>
                <w:smallCaps w:val="0"/>
                <w:szCs w:val="24"/>
              </w:rPr>
              <w:t xml:space="preserve"> K_W02</w:t>
            </w:r>
          </w:p>
          <w:p w14:paraId="4ED29011" w14:textId="150A949E" w:rsidR="005B7256" w:rsidRPr="009C54AE" w:rsidRDefault="003348AA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8AA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B7256" w:rsidRPr="009C54AE" w14:paraId="3459115B" w14:textId="77777777" w:rsidTr="005B7256">
        <w:tc>
          <w:tcPr>
            <w:tcW w:w="1681" w:type="dxa"/>
          </w:tcPr>
          <w:p w14:paraId="0204B6C4" w14:textId="3D37084C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9E4267E" w14:textId="089CD524" w:rsidR="005B7256" w:rsidRPr="005B7256" w:rsidRDefault="00316753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</w:t>
            </w:r>
            <w:r w:rsidR="005B7256" w:rsidRPr="005B7256">
              <w:rPr>
                <w:rFonts w:ascii="Corbel" w:hAnsi="Corbel"/>
                <w:sz w:val="24"/>
                <w:szCs w:val="24"/>
              </w:rPr>
              <w:t>onstruuje cele wychowania, dobier</w:t>
            </w:r>
            <w:r w:rsidR="00AA69D3">
              <w:rPr>
                <w:rFonts w:ascii="Corbel" w:hAnsi="Corbel"/>
                <w:sz w:val="24"/>
                <w:szCs w:val="24"/>
              </w:rPr>
              <w:t>ze</w:t>
            </w:r>
            <w:r w:rsidR="005B7256" w:rsidRPr="005B7256">
              <w:rPr>
                <w:rFonts w:ascii="Corbel" w:hAnsi="Corbel"/>
                <w:sz w:val="24"/>
                <w:szCs w:val="24"/>
              </w:rPr>
              <w:t xml:space="preserve"> </w:t>
            </w:r>
            <w:r w:rsidR="00AA69D3">
              <w:rPr>
                <w:rFonts w:ascii="Corbel" w:hAnsi="Corbel"/>
                <w:sz w:val="24"/>
                <w:szCs w:val="24"/>
              </w:rPr>
              <w:t xml:space="preserve">adekwatne do potrzeb </w:t>
            </w:r>
            <w:r w:rsidR="005B7256" w:rsidRPr="005B7256">
              <w:rPr>
                <w:rFonts w:ascii="Corbel" w:hAnsi="Corbel"/>
                <w:sz w:val="24"/>
                <w:szCs w:val="24"/>
              </w:rPr>
              <w:t>metody, techniki, formy i środki wychowania w rodzinie.</w:t>
            </w:r>
          </w:p>
        </w:tc>
        <w:tc>
          <w:tcPr>
            <w:tcW w:w="1865" w:type="dxa"/>
          </w:tcPr>
          <w:p w14:paraId="10A5667A" w14:textId="500B2931" w:rsidR="005B7256" w:rsidRPr="009C54AE" w:rsidRDefault="00BC6491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6903" w:rsidRPr="002662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B7256" w:rsidRPr="009C54AE" w14:paraId="3B4010E1" w14:textId="77777777" w:rsidTr="005B7256">
        <w:tc>
          <w:tcPr>
            <w:tcW w:w="1681" w:type="dxa"/>
          </w:tcPr>
          <w:p w14:paraId="725B8108" w14:textId="3400AAFF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3B721594" w14:textId="51DBEB5A" w:rsidR="005B7256" w:rsidRPr="005B7256" w:rsidRDefault="00316753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</w:t>
            </w:r>
            <w:r w:rsidR="005B7256" w:rsidRPr="005B7256">
              <w:rPr>
                <w:rFonts w:ascii="Corbel" w:hAnsi="Corbel"/>
                <w:sz w:val="24"/>
                <w:szCs w:val="24"/>
              </w:rPr>
              <w:t xml:space="preserve">rojektuje warunki decydujące o skutecznym wychowaniu w rodzinie. </w:t>
            </w:r>
          </w:p>
        </w:tc>
        <w:tc>
          <w:tcPr>
            <w:tcW w:w="1865" w:type="dxa"/>
          </w:tcPr>
          <w:p w14:paraId="22B2AA68" w14:textId="5854669C" w:rsidR="005B7256" w:rsidRPr="009C54AE" w:rsidRDefault="00377063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 xml:space="preserve"> K_U10</w:t>
            </w:r>
          </w:p>
        </w:tc>
      </w:tr>
      <w:tr w:rsidR="005B7256" w:rsidRPr="009C54AE" w14:paraId="6E842641" w14:textId="77777777" w:rsidTr="005B7256">
        <w:tc>
          <w:tcPr>
            <w:tcW w:w="1681" w:type="dxa"/>
          </w:tcPr>
          <w:p w14:paraId="23D44AF3" w14:textId="35AC822F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725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224C237F" w14:textId="1E4A62DE" w:rsidR="005B7256" w:rsidRPr="005B7256" w:rsidRDefault="00674457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5B7256" w:rsidRPr="005B7256">
              <w:rPr>
                <w:rFonts w:ascii="Corbel" w:hAnsi="Corbel"/>
                <w:sz w:val="24"/>
                <w:szCs w:val="24"/>
              </w:rPr>
              <w:t>propozycję pracy z dzieckiem sprawiającym trudności wychowawcze.</w:t>
            </w:r>
          </w:p>
        </w:tc>
        <w:tc>
          <w:tcPr>
            <w:tcW w:w="1865" w:type="dxa"/>
          </w:tcPr>
          <w:p w14:paraId="5DFA8318" w14:textId="04CB003A" w:rsidR="005B7256" w:rsidRPr="009C54AE" w:rsidRDefault="00BC6491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622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6903" w:rsidRPr="0026622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B7256" w:rsidRPr="009C54AE" w14:paraId="344145A9" w14:textId="77777777" w:rsidTr="005B7256">
        <w:tc>
          <w:tcPr>
            <w:tcW w:w="1681" w:type="dxa"/>
          </w:tcPr>
          <w:p w14:paraId="5EBC7316" w14:textId="5FA8B6FA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2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E980D59" w14:textId="66C24529" w:rsidR="005B7256" w:rsidRPr="005B7256" w:rsidRDefault="005B7256" w:rsidP="005B725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B7256">
              <w:rPr>
                <w:rFonts w:ascii="Corbel" w:hAnsi="Corbel"/>
                <w:sz w:val="24"/>
                <w:szCs w:val="24"/>
              </w:rPr>
              <w:t>Wyka</w:t>
            </w:r>
            <w:r w:rsidR="00946B00">
              <w:rPr>
                <w:rFonts w:ascii="Corbel" w:hAnsi="Corbel"/>
                <w:sz w:val="24"/>
                <w:szCs w:val="24"/>
              </w:rPr>
              <w:t>że</w:t>
            </w:r>
            <w:r w:rsidRPr="005B7256">
              <w:rPr>
                <w:rFonts w:ascii="Corbel" w:hAnsi="Corbel"/>
                <w:sz w:val="24"/>
                <w:szCs w:val="24"/>
              </w:rPr>
              <w:t xml:space="preserve"> ostrożność i odpowiedzialność w formułowaniu ocen i opinii związanych z aktywnością zawodową.</w:t>
            </w:r>
          </w:p>
        </w:tc>
        <w:tc>
          <w:tcPr>
            <w:tcW w:w="1865" w:type="dxa"/>
          </w:tcPr>
          <w:p w14:paraId="084BDDAD" w14:textId="77777777" w:rsidR="009E5084" w:rsidRPr="009C54AE" w:rsidRDefault="009E5084" w:rsidP="009E50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084">
              <w:rPr>
                <w:rFonts w:ascii="Corbel" w:hAnsi="Corbel"/>
                <w:sz w:val="24"/>
                <w:szCs w:val="24"/>
              </w:rPr>
              <w:t>K_K03</w:t>
            </w:r>
          </w:p>
          <w:p w14:paraId="2A4500ED" w14:textId="77777777" w:rsidR="005B7256" w:rsidRPr="009C54AE" w:rsidRDefault="005B7256" w:rsidP="005B7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FB9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C2F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30B4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C8239B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83B925" w14:textId="77777777" w:rsidTr="00F74C92">
        <w:trPr>
          <w:trHeight w:val="58"/>
        </w:trPr>
        <w:tc>
          <w:tcPr>
            <w:tcW w:w="9520" w:type="dxa"/>
          </w:tcPr>
          <w:p w14:paraId="2AEC83A9" w14:textId="77777777" w:rsidR="0085747A" w:rsidRPr="009C54AE" w:rsidRDefault="0085747A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14E5" w:rsidRPr="009C54AE" w14:paraId="1738B42B" w14:textId="77777777" w:rsidTr="00F74C92">
        <w:tc>
          <w:tcPr>
            <w:tcW w:w="9520" w:type="dxa"/>
          </w:tcPr>
          <w:p w14:paraId="2E62969C" w14:textId="5142AA81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Metodologiczna charakterystyka teorii wychowania.</w:t>
            </w:r>
          </w:p>
        </w:tc>
      </w:tr>
      <w:tr w:rsidR="00CB14E5" w:rsidRPr="009C54AE" w14:paraId="2E5F2512" w14:textId="77777777" w:rsidTr="00F74C92">
        <w:tc>
          <w:tcPr>
            <w:tcW w:w="9520" w:type="dxa"/>
          </w:tcPr>
          <w:p w14:paraId="756492C2" w14:textId="0593E791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CB14E5" w:rsidRPr="009C54AE" w14:paraId="0151BB1F" w14:textId="77777777" w:rsidTr="00F74C92">
        <w:tc>
          <w:tcPr>
            <w:tcW w:w="9520" w:type="dxa"/>
          </w:tcPr>
          <w:p w14:paraId="131E027A" w14:textId="32F48D09" w:rsidR="00CB14E5" w:rsidRPr="009C54AE" w:rsidRDefault="00B24540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Struktura procesu wychowania: warstwa aksjologiczna</w:t>
            </w:r>
            <w:r>
              <w:rPr>
                <w:rFonts w:ascii="Corbel" w:hAnsi="Corbel"/>
                <w:sz w:val="24"/>
                <w:szCs w:val="24"/>
              </w:rPr>
              <w:t xml:space="preserve"> (ideał i cele wychowania</w:t>
            </w:r>
            <w:r w:rsidR="005F5519">
              <w:rPr>
                <w:rFonts w:ascii="Corbel" w:hAnsi="Corbel"/>
                <w:sz w:val="24"/>
                <w:szCs w:val="24"/>
              </w:rPr>
              <w:t>, wartości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  <w:r w:rsidRPr="00CB14E5">
              <w:rPr>
                <w:rFonts w:ascii="Corbel" w:hAnsi="Corbel"/>
                <w:sz w:val="24"/>
                <w:szCs w:val="24"/>
              </w:rPr>
              <w:t xml:space="preserve"> Źródła wyprowadzania celów wychowania i przemiany w celach wychowania.</w:t>
            </w:r>
          </w:p>
        </w:tc>
      </w:tr>
      <w:tr w:rsidR="00CB14E5" w:rsidRPr="009C54AE" w14:paraId="6375F10B" w14:textId="77777777" w:rsidTr="00F74C92">
        <w:tc>
          <w:tcPr>
            <w:tcW w:w="9520" w:type="dxa"/>
          </w:tcPr>
          <w:p w14:paraId="4496ACF4" w14:textId="35C5EB9B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Struktura procesu wychowania: warstwa operacyjna.</w:t>
            </w:r>
          </w:p>
        </w:tc>
      </w:tr>
      <w:tr w:rsidR="00CB14E5" w:rsidRPr="009C54AE" w14:paraId="121CA509" w14:textId="77777777" w:rsidTr="00F74C92">
        <w:tc>
          <w:tcPr>
            <w:tcW w:w="9520" w:type="dxa"/>
          </w:tcPr>
          <w:p w14:paraId="3EAD1C1F" w14:textId="481B5661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 i ich realizacja w rodzinie.</w:t>
            </w:r>
          </w:p>
        </w:tc>
      </w:tr>
      <w:tr w:rsidR="00CB14E5" w:rsidRPr="009C54AE" w14:paraId="7EC79524" w14:textId="77777777" w:rsidTr="00F74C92">
        <w:tc>
          <w:tcPr>
            <w:tcW w:w="9520" w:type="dxa"/>
          </w:tcPr>
          <w:p w14:paraId="6FF40097" w14:textId="5BCD9AC8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Specyfika oraz zasady wychowania w rodzinie.</w:t>
            </w:r>
          </w:p>
        </w:tc>
      </w:tr>
      <w:tr w:rsidR="00CB14E5" w:rsidRPr="009C54AE" w14:paraId="2CE12887" w14:textId="77777777" w:rsidTr="00F74C92">
        <w:tc>
          <w:tcPr>
            <w:tcW w:w="9520" w:type="dxa"/>
          </w:tcPr>
          <w:p w14:paraId="39EF501D" w14:textId="0ECCC04F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Atmosfera wychowawcza domu rodzinnego.</w:t>
            </w:r>
          </w:p>
        </w:tc>
      </w:tr>
      <w:tr w:rsidR="00CB14E5" w:rsidRPr="009C54AE" w14:paraId="296DD5F9" w14:textId="77777777" w:rsidTr="00F74C92">
        <w:tc>
          <w:tcPr>
            <w:tcW w:w="9520" w:type="dxa"/>
          </w:tcPr>
          <w:p w14:paraId="54DC7B2A" w14:textId="1D050AC4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 Błędy wychowawcze rodziców.</w:t>
            </w:r>
          </w:p>
        </w:tc>
      </w:tr>
      <w:tr w:rsidR="00CB14E5" w:rsidRPr="00CB14E5" w14:paraId="732DE0C4" w14:textId="77777777" w:rsidTr="00F74C92">
        <w:tc>
          <w:tcPr>
            <w:tcW w:w="9520" w:type="dxa"/>
          </w:tcPr>
          <w:p w14:paraId="75B67185" w14:textId="5FFA45D4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>Kształtowanie postaw jako cel i rezultat wpływów socjalizacyjnych i wychowawczych.</w:t>
            </w:r>
          </w:p>
        </w:tc>
      </w:tr>
      <w:tr w:rsidR="00CB14E5" w:rsidRPr="00CB14E5" w14:paraId="30AF4E27" w14:textId="77777777" w:rsidTr="00F74C92">
        <w:tc>
          <w:tcPr>
            <w:tcW w:w="9520" w:type="dxa"/>
          </w:tcPr>
          <w:p w14:paraId="4214BD4F" w14:textId="2EC010E7" w:rsidR="00CB14E5" w:rsidRPr="009C54AE" w:rsidRDefault="00CB14E5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 xml:space="preserve">Wychowanie w XXI wieku wobec potrzeb rodziny. </w:t>
            </w:r>
          </w:p>
        </w:tc>
      </w:tr>
    </w:tbl>
    <w:p w14:paraId="37843B9A" w14:textId="77777777" w:rsidR="0085747A" w:rsidRPr="009C54AE" w:rsidRDefault="0085747A" w:rsidP="00CB14E5">
      <w:pPr>
        <w:pStyle w:val="Bezodstpw"/>
        <w:rPr>
          <w:rFonts w:ascii="Corbel" w:hAnsi="Corbel"/>
          <w:sz w:val="24"/>
          <w:szCs w:val="24"/>
        </w:rPr>
      </w:pPr>
    </w:p>
    <w:p w14:paraId="66EF44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1B727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63BA" w14:paraId="709CEA7D" w14:textId="77777777" w:rsidTr="005D0506">
        <w:tc>
          <w:tcPr>
            <w:tcW w:w="9520" w:type="dxa"/>
          </w:tcPr>
          <w:p w14:paraId="2C0255A8" w14:textId="77777777" w:rsidR="0085747A" w:rsidRPr="009C54AE" w:rsidRDefault="0085747A" w:rsidP="000363B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4668" w:rsidRPr="000363BA" w14:paraId="01D1B21E" w14:textId="77777777" w:rsidTr="005D0506">
        <w:tc>
          <w:tcPr>
            <w:tcW w:w="9520" w:type="dxa"/>
          </w:tcPr>
          <w:p w14:paraId="6E886683" w14:textId="74C6AC42" w:rsidR="00F14668" w:rsidRPr="009C54AE" w:rsidRDefault="00D75144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CB14E5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CB14E5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CB14E5">
              <w:rPr>
                <w:rFonts w:ascii="Corbel" w:hAnsi="Corbel"/>
                <w:sz w:val="24"/>
                <w:szCs w:val="24"/>
              </w:rPr>
              <w:t xml:space="preserve"> i opieka</w:t>
            </w:r>
            <w:r w:rsidR="005F5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0506" w:rsidRPr="000363BA" w14:paraId="0637B837" w14:textId="77777777" w:rsidTr="005D0506">
        <w:tc>
          <w:tcPr>
            <w:tcW w:w="9520" w:type="dxa"/>
          </w:tcPr>
          <w:p w14:paraId="4EDCC328" w14:textId="6C07E6F8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F14668" w:rsidRPr="000363BA" w14:paraId="1528E887" w14:textId="77777777" w:rsidTr="005D0506">
        <w:tc>
          <w:tcPr>
            <w:tcW w:w="9520" w:type="dxa"/>
          </w:tcPr>
          <w:p w14:paraId="7BF5862A" w14:textId="0BE80267" w:rsidR="00F14668" w:rsidRPr="000363BA" w:rsidRDefault="00F14668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Wychowanie w świetle wybranych koncepcji pedagogicznych</w:t>
            </w:r>
            <w:r w:rsidR="00DE21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0506" w:rsidRPr="000363BA" w14:paraId="5B5C3090" w14:textId="77777777" w:rsidTr="005D0506">
        <w:tc>
          <w:tcPr>
            <w:tcW w:w="9520" w:type="dxa"/>
          </w:tcPr>
          <w:p w14:paraId="22A2D1ED" w14:textId="3FF3152B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Rodzina jako środowisko wychowa</w:t>
            </w:r>
            <w:r w:rsidR="00F14668">
              <w:rPr>
                <w:rFonts w:ascii="Corbel" w:hAnsi="Corbel"/>
                <w:sz w:val="24"/>
                <w:szCs w:val="24"/>
              </w:rPr>
              <w:t>nia naturalnego</w:t>
            </w:r>
            <w:r w:rsidRPr="000363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0506" w:rsidRPr="000363BA" w14:paraId="2CDCF9CD" w14:textId="77777777" w:rsidTr="005D0506">
        <w:tc>
          <w:tcPr>
            <w:tcW w:w="9520" w:type="dxa"/>
          </w:tcPr>
          <w:p w14:paraId="7ABFD861" w14:textId="17163737" w:rsidR="005D0506" w:rsidRPr="009C54AE" w:rsidRDefault="00477B78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wychowania, m</w:t>
            </w:r>
            <w:r w:rsidR="005D0506" w:rsidRPr="000363BA">
              <w:rPr>
                <w:rFonts w:ascii="Corbel" w:hAnsi="Corbel"/>
                <w:sz w:val="24"/>
                <w:szCs w:val="24"/>
              </w:rPr>
              <w:t>etody i techniki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5D0506" w:rsidRPr="000363BA">
              <w:rPr>
                <w:rFonts w:ascii="Corbel" w:hAnsi="Corbel"/>
                <w:sz w:val="24"/>
                <w:szCs w:val="24"/>
              </w:rPr>
              <w:t xml:space="preserve"> formy i środki wychowania w rodzinie.</w:t>
            </w:r>
          </w:p>
        </w:tc>
      </w:tr>
      <w:tr w:rsidR="005D0506" w:rsidRPr="000363BA" w14:paraId="5A7E2FAF" w14:textId="77777777" w:rsidTr="005D0506">
        <w:tc>
          <w:tcPr>
            <w:tcW w:w="9520" w:type="dxa"/>
          </w:tcPr>
          <w:p w14:paraId="50EACB18" w14:textId="18621642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Szkoła jako środowisko wychowa</w:t>
            </w:r>
            <w:r w:rsidR="00F14668">
              <w:rPr>
                <w:rFonts w:ascii="Corbel" w:hAnsi="Corbel"/>
                <w:sz w:val="24"/>
                <w:szCs w:val="24"/>
              </w:rPr>
              <w:t>nia intencjonalnego</w:t>
            </w:r>
            <w:r w:rsidRPr="000363B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14668" w:rsidRPr="000363BA" w14:paraId="7012F966" w14:textId="77777777" w:rsidTr="005D0506">
        <w:tc>
          <w:tcPr>
            <w:tcW w:w="9520" w:type="dxa"/>
          </w:tcPr>
          <w:p w14:paraId="49EBA482" w14:textId="49171BDC" w:rsidR="00F14668" w:rsidRPr="000363BA" w:rsidRDefault="00F14668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Współpraca rodziny i szkoły. Klasa szkolna jako grupa społeczna.</w:t>
            </w:r>
          </w:p>
        </w:tc>
      </w:tr>
      <w:tr w:rsidR="005D0506" w:rsidRPr="000363BA" w14:paraId="0D50B1E3" w14:textId="77777777" w:rsidTr="005D0506">
        <w:tc>
          <w:tcPr>
            <w:tcW w:w="9520" w:type="dxa"/>
          </w:tcPr>
          <w:p w14:paraId="35F82FDB" w14:textId="5C3285B2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 xml:space="preserve">Wpływ mediów na rozwój osobowości dzieci i młodzieży. </w:t>
            </w:r>
          </w:p>
        </w:tc>
      </w:tr>
      <w:tr w:rsidR="005D0506" w:rsidRPr="000363BA" w14:paraId="02F64539" w14:textId="77777777" w:rsidTr="005D0506">
        <w:tc>
          <w:tcPr>
            <w:tcW w:w="9520" w:type="dxa"/>
          </w:tcPr>
          <w:p w14:paraId="6BC51652" w14:textId="193FD808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Trudności wychowawcze – pojęcie, syndromy, przyczyny. Profilaktyka w zakresie trudności wychowawczych i praca z dzieckiem trudnym.</w:t>
            </w:r>
          </w:p>
        </w:tc>
      </w:tr>
      <w:tr w:rsidR="005D0506" w:rsidRPr="000363BA" w14:paraId="6E1A66D7" w14:textId="77777777" w:rsidTr="005D0506">
        <w:tc>
          <w:tcPr>
            <w:tcW w:w="9520" w:type="dxa"/>
          </w:tcPr>
          <w:p w14:paraId="38B40B18" w14:textId="414F60A1" w:rsidR="005D0506" w:rsidRPr="009C54AE" w:rsidRDefault="005D0506" w:rsidP="00F252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0363BA">
              <w:rPr>
                <w:rFonts w:ascii="Corbel" w:hAnsi="Corbel"/>
                <w:sz w:val="24"/>
                <w:szCs w:val="24"/>
              </w:rPr>
              <w:t>Psychospołeczne warunki skutecznego wychowania.</w:t>
            </w:r>
          </w:p>
        </w:tc>
      </w:tr>
    </w:tbl>
    <w:p w14:paraId="3467EAFD" w14:textId="77777777" w:rsidR="0085747A" w:rsidRPr="000363BA" w:rsidRDefault="0085747A" w:rsidP="000363BA">
      <w:pPr>
        <w:pStyle w:val="Bezodstpw"/>
        <w:rPr>
          <w:rFonts w:ascii="Corbel" w:hAnsi="Corbel"/>
          <w:sz w:val="24"/>
          <w:szCs w:val="24"/>
        </w:rPr>
      </w:pPr>
    </w:p>
    <w:p w14:paraId="11AECA9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B49C8C" w14:textId="77777777" w:rsidR="00F25256" w:rsidRDefault="00F252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CB575AF" w14:textId="31DB14AA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8706F2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C65D87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5DE85DE" w14:textId="77777777" w:rsidR="00F25256" w:rsidRDefault="00F25256" w:rsidP="00F2525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756675F6" w14:textId="3D894310" w:rsidR="00F25256" w:rsidRPr="00DD069B" w:rsidRDefault="00F25256" w:rsidP="00F2525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DD069B">
        <w:rPr>
          <w:rFonts w:ascii="Corbel" w:hAnsi="Corbel"/>
          <w:bCs/>
          <w:smallCaps w:val="0"/>
          <w:szCs w:val="24"/>
        </w:rPr>
        <w:t>Wykład:</w:t>
      </w:r>
    </w:p>
    <w:p w14:paraId="76C85BA5" w14:textId="77777777" w:rsidR="00F25256" w:rsidRPr="00DD069B" w:rsidRDefault="00F25256" w:rsidP="00F252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D069B">
        <w:rPr>
          <w:rFonts w:ascii="Corbel" w:hAnsi="Corbel"/>
          <w:sz w:val="24"/>
          <w:szCs w:val="24"/>
        </w:rPr>
        <w:t xml:space="preserve">- wykład </w:t>
      </w:r>
      <w:r>
        <w:rPr>
          <w:rFonts w:ascii="Corbel" w:hAnsi="Corbel"/>
          <w:sz w:val="24"/>
          <w:szCs w:val="24"/>
        </w:rPr>
        <w:t xml:space="preserve"> konwersatoryjny </w:t>
      </w:r>
      <w:r w:rsidRPr="00DD069B">
        <w:rPr>
          <w:rFonts w:ascii="Corbel" w:hAnsi="Corbel"/>
          <w:sz w:val="24"/>
          <w:szCs w:val="24"/>
        </w:rPr>
        <w:t xml:space="preserve">z prezentacją multimedialną, opis, objaśnienie; </w:t>
      </w:r>
    </w:p>
    <w:p w14:paraId="7F70BDC0" w14:textId="77777777" w:rsidR="00F25256" w:rsidRPr="00DD069B" w:rsidRDefault="00F25256" w:rsidP="00F252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32C75D9" w14:textId="77777777" w:rsidR="00F25256" w:rsidRPr="00DD069B" w:rsidRDefault="00F25256" w:rsidP="00F25256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DD069B">
        <w:rPr>
          <w:rFonts w:ascii="Corbel" w:hAnsi="Corbel"/>
          <w:b/>
          <w:bCs/>
          <w:sz w:val="24"/>
          <w:szCs w:val="24"/>
        </w:rPr>
        <w:t>Ćwiczenia:</w:t>
      </w:r>
    </w:p>
    <w:p w14:paraId="7BB1CC7C" w14:textId="77777777" w:rsidR="00F25256" w:rsidRDefault="00F25256" w:rsidP="00F25256">
      <w:pPr>
        <w:spacing w:after="0"/>
        <w:jc w:val="both"/>
        <w:rPr>
          <w:rFonts w:ascii="Corbel" w:hAnsi="Corbel"/>
          <w:sz w:val="24"/>
          <w:szCs w:val="24"/>
        </w:rPr>
      </w:pPr>
      <w:r w:rsidRPr="00DD069B">
        <w:rPr>
          <w:rFonts w:ascii="Corbel" w:hAnsi="Corbel"/>
          <w:sz w:val="24"/>
          <w:szCs w:val="24"/>
        </w:rPr>
        <w:lastRenderedPageBreak/>
        <w:t xml:space="preserve">- analiza tekstów z dyskusją; praca w grupach (rozwiązywanie zadań, dyskusja); </w:t>
      </w:r>
    </w:p>
    <w:p w14:paraId="6EFEBC43" w14:textId="77777777" w:rsidR="00F25256" w:rsidRDefault="00F25256" w:rsidP="00F25256">
      <w:pPr>
        <w:spacing w:after="0"/>
        <w:jc w:val="both"/>
        <w:rPr>
          <w:rFonts w:ascii="Corbel" w:hAnsi="Corbel"/>
          <w:smallCaps/>
          <w:szCs w:val="24"/>
        </w:rPr>
      </w:pPr>
      <w:r>
        <w:rPr>
          <w:rFonts w:ascii="Corbel" w:hAnsi="Corbel"/>
          <w:sz w:val="24"/>
          <w:szCs w:val="24"/>
        </w:rPr>
        <w:t xml:space="preserve">- </w:t>
      </w:r>
      <w:r w:rsidRPr="00DD069B">
        <w:rPr>
          <w:rFonts w:ascii="Corbel" w:hAnsi="Corbel"/>
          <w:sz w:val="24"/>
          <w:szCs w:val="24"/>
        </w:rPr>
        <w:t>metody praktyczne: pokaz z objaśnieniem, praca projektowa.</w:t>
      </w:r>
    </w:p>
    <w:p w14:paraId="6A2DC2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3659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172D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54093F4" w14:textId="77777777" w:rsidR="00DD069B" w:rsidRPr="009C54AE" w:rsidRDefault="00DD06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D72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BD82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1BAE23" w14:textId="77777777" w:rsidTr="002A4F3B">
        <w:tc>
          <w:tcPr>
            <w:tcW w:w="1962" w:type="dxa"/>
            <w:vAlign w:val="center"/>
          </w:tcPr>
          <w:p w14:paraId="4333FD6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8C29FC" w14:textId="3FC6CDF9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511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83387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BECD8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33CBBB" w14:textId="48D8B055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51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A4F3B" w:rsidRPr="009C54AE" w14:paraId="744F0EFD" w14:textId="77777777" w:rsidTr="002A4F3B">
        <w:tc>
          <w:tcPr>
            <w:tcW w:w="1962" w:type="dxa"/>
          </w:tcPr>
          <w:p w14:paraId="0EF42918" w14:textId="3FB8C7C4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7D92FEC" w14:textId="28F983A1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72103F08" w14:textId="073B78D4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2A4F3B" w:rsidRPr="009C54AE" w14:paraId="50E11D64" w14:textId="77777777" w:rsidTr="002A4F3B">
        <w:tc>
          <w:tcPr>
            <w:tcW w:w="1962" w:type="dxa"/>
          </w:tcPr>
          <w:p w14:paraId="17FEEE22" w14:textId="0F971F7B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_02</w:t>
            </w:r>
          </w:p>
        </w:tc>
        <w:tc>
          <w:tcPr>
            <w:tcW w:w="5441" w:type="dxa"/>
          </w:tcPr>
          <w:p w14:paraId="2A024952" w14:textId="339F6995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34C3A6C2" w14:textId="05A23FF1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2A4F3B" w:rsidRPr="009C54AE" w14:paraId="0151ACFA" w14:textId="77777777" w:rsidTr="002A4F3B">
        <w:tc>
          <w:tcPr>
            <w:tcW w:w="1962" w:type="dxa"/>
          </w:tcPr>
          <w:p w14:paraId="0A95B700" w14:textId="3C7BA69D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2C9A28C8" w14:textId="6EB3B95D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311B59D2" w14:textId="7FDB06F0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9C54AE" w14:paraId="07D614E0" w14:textId="77777777" w:rsidTr="002A4F3B">
        <w:tc>
          <w:tcPr>
            <w:tcW w:w="1962" w:type="dxa"/>
          </w:tcPr>
          <w:p w14:paraId="48F6E711" w14:textId="10A62398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_04</w:t>
            </w:r>
          </w:p>
        </w:tc>
        <w:tc>
          <w:tcPr>
            <w:tcW w:w="5441" w:type="dxa"/>
          </w:tcPr>
          <w:p w14:paraId="430B4FBE" w14:textId="50B0422E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23FEFA53" w14:textId="14E7AEE3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9C54AE" w14:paraId="04746F17" w14:textId="77777777" w:rsidTr="002A4F3B">
        <w:tc>
          <w:tcPr>
            <w:tcW w:w="1962" w:type="dxa"/>
          </w:tcPr>
          <w:p w14:paraId="3AEB9D3B" w14:textId="172CFB95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7BFBC1B0" w14:textId="33BC30B0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0442744D" w14:textId="55A49432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9C54AE" w14:paraId="17BAA6F8" w14:textId="77777777" w:rsidTr="002A4F3B">
        <w:tc>
          <w:tcPr>
            <w:tcW w:w="1962" w:type="dxa"/>
          </w:tcPr>
          <w:p w14:paraId="7CC656BE" w14:textId="4454DE5C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F50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14:paraId="5FFAA9BD" w14:textId="3903B866" w:rsidR="002A4F3B" w:rsidRPr="002A4F3B" w:rsidRDefault="003A257B" w:rsidP="003A25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</w:t>
            </w:r>
            <w:r w:rsidR="002A4F3B"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2E4E9519" w14:textId="3432CA17" w:rsidR="002A4F3B" w:rsidRPr="002A4F3B" w:rsidRDefault="002A4F3B" w:rsidP="002A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4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</w:tbl>
    <w:p w14:paraId="6401AFE7" w14:textId="77777777" w:rsidR="003A257B" w:rsidRDefault="003A25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FFC79AC" w14:textId="58C6F714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3D4B8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ED923" w14:textId="77777777" w:rsidTr="00923D7D">
        <w:tc>
          <w:tcPr>
            <w:tcW w:w="9670" w:type="dxa"/>
          </w:tcPr>
          <w:p w14:paraId="757D1626" w14:textId="77777777" w:rsidR="00492DD8" w:rsidRPr="00492DD8" w:rsidRDefault="00492DD8" w:rsidP="00492DD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B7A7D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1. zaliczenie ćwiczeń</w:t>
            </w:r>
            <w:r w:rsidRPr="00492DD8">
              <w:rPr>
                <w:rFonts w:ascii="Corbel" w:hAnsi="Corbel"/>
                <w:color w:val="000000"/>
                <w:sz w:val="24"/>
                <w:szCs w:val="24"/>
              </w:rPr>
              <w:t xml:space="preserve"> – zaliczenie kolokwium semestralnego,  obecność i aktywność na zajęciach, zaliczenie nieobecności;</w:t>
            </w:r>
          </w:p>
          <w:p w14:paraId="308BA251" w14:textId="3BF195C7" w:rsidR="0085747A" w:rsidRPr="00D511A6" w:rsidRDefault="00492D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A7D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2.  egzamin pisemny z 3 pytaniami otwartymi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obejmujący treści kształcenia realizowan</w:t>
            </w:r>
            <w:r w:rsidR="006B7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2D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wykładach i ćwiczeniach w ciągu całego semestru.</w:t>
            </w:r>
          </w:p>
        </w:tc>
      </w:tr>
    </w:tbl>
    <w:p w14:paraId="3B3CFA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51C9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74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78E91F" w14:textId="77777777" w:rsidTr="003E1941">
        <w:tc>
          <w:tcPr>
            <w:tcW w:w="4962" w:type="dxa"/>
            <w:vAlign w:val="center"/>
          </w:tcPr>
          <w:p w14:paraId="2459DB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4007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308131" w14:textId="77777777" w:rsidTr="00923D7D">
        <w:tc>
          <w:tcPr>
            <w:tcW w:w="4962" w:type="dxa"/>
          </w:tcPr>
          <w:p w14:paraId="1693F7F9" w14:textId="77777777" w:rsidR="0085747A" w:rsidRPr="0084780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G</w:t>
            </w:r>
            <w:r w:rsidR="0085747A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odziny 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kontaktowe</w:t>
            </w:r>
            <w:r w:rsidR="0085747A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 w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ynikające</w:t>
            </w:r>
            <w:r w:rsidR="0085747A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 z</w:t>
            </w:r>
            <w:r w:rsidR="009C1331" w:rsidRPr="00847802"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="0045729E" w:rsidRPr="00847802">
              <w:rPr>
                <w:rFonts w:ascii="Corbel" w:hAnsi="Corbel"/>
                <w:color w:val="000000"/>
                <w:sz w:val="24"/>
                <w:szCs w:val="24"/>
              </w:rPr>
              <w:t>harmonogramu</w:t>
            </w:r>
            <w:r w:rsidR="0085747A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studiów</w:t>
            </w:r>
            <w:r w:rsidR="0045729E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59CB74B" w14:textId="21F1747D" w:rsidR="0085747A" w:rsidRPr="00847802" w:rsidRDefault="00D44EBB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45</w:t>
            </w:r>
          </w:p>
        </w:tc>
      </w:tr>
      <w:tr w:rsidR="00C61DC5" w:rsidRPr="009C54AE" w14:paraId="402E8ED9" w14:textId="77777777" w:rsidTr="00923D7D">
        <w:tc>
          <w:tcPr>
            <w:tcW w:w="4962" w:type="dxa"/>
          </w:tcPr>
          <w:p w14:paraId="67D8F4CA" w14:textId="77777777" w:rsidR="00C61DC5" w:rsidRPr="008478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Inne z udziałem nauczyciela</w:t>
            </w:r>
            <w:r w:rsidR="0045729E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 akademickiego</w:t>
            </w:r>
          </w:p>
          <w:p w14:paraId="0933C7DF" w14:textId="77777777" w:rsidR="00C61DC5" w:rsidRPr="008478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876B5D" w14:textId="470EAEE9" w:rsidR="00C61DC5" w:rsidRPr="00847802" w:rsidRDefault="00D44EBB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  <w:tr w:rsidR="00C61DC5" w:rsidRPr="009C54AE" w14:paraId="4822F263" w14:textId="77777777" w:rsidTr="00923D7D">
        <w:tc>
          <w:tcPr>
            <w:tcW w:w="4962" w:type="dxa"/>
          </w:tcPr>
          <w:p w14:paraId="552B0049" w14:textId="6B31D90E" w:rsidR="0071620A" w:rsidRPr="008478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  <w:r w:rsidR="00D44EBB" w:rsidRPr="00847802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</w:p>
          <w:p w14:paraId="6DB6C81C" w14:textId="4C1F2CD4" w:rsidR="00C61DC5" w:rsidRPr="008478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(przygotowanie do zajęć</w:t>
            </w:r>
            <w:r w:rsidR="00464875">
              <w:rPr>
                <w:rFonts w:ascii="Corbel" w:hAnsi="Corbel"/>
                <w:color w:val="000000"/>
                <w:sz w:val="24"/>
                <w:szCs w:val="24"/>
              </w:rPr>
              <w:t xml:space="preserve"> ćwiczeniowych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44EBB" w:rsidRPr="00847802">
              <w:rPr>
                <w:rFonts w:ascii="Corbel" w:hAnsi="Corbel"/>
                <w:color w:val="000000"/>
                <w:sz w:val="24"/>
                <w:szCs w:val="24"/>
              </w:rPr>
              <w:t xml:space="preserve">przygotowanie do kolokwium, </w:t>
            </w: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1827C0FA" w14:textId="3E84E447" w:rsidR="00C61DC5" w:rsidRPr="00847802" w:rsidRDefault="00330C28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85747A" w:rsidRPr="009C54AE" w14:paraId="16BD0510" w14:textId="77777777" w:rsidTr="00923D7D">
        <w:tc>
          <w:tcPr>
            <w:tcW w:w="4962" w:type="dxa"/>
          </w:tcPr>
          <w:p w14:paraId="7FB9A94F" w14:textId="77777777" w:rsidR="0085747A" w:rsidRPr="008478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A14ABE" w14:textId="01BB0B17" w:rsidR="0085747A" w:rsidRPr="00847802" w:rsidRDefault="00A7398D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47802"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</w:p>
        </w:tc>
      </w:tr>
      <w:tr w:rsidR="0085747A" w:rsidRPr="009C54AE" w14:paraId="4F230AA0" w14:textId="77777777" w:rsidTr="00923D7D">
        <w:tc>
          <w:tcPr>
            <w:tcW w:w="4962" w:type="dxa"/>
          </w:tcPr>
          <w:p w14:paraId="6C77E6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D15126" w14:textId="77777777" w:rsidR="0085747A" w:rsidRPr="009C54AE" w:rsidRDefault="00761BA7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5B84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F9DD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A72F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3D598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020561" w14:textId="77777777" w:rsidTr="0071620A">
        <w:trPr>
          <w:trHeight w:val="397"/>
        </w:trPr>
        <w:tc>
          <w:tcPr>
            <w:tcW w:w="3544" w:type="dxa"/>
          </w:tcPr>
          <w:p w14:paraId="145A0B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73654C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18199F8" w14:textId="77777777" w:rsidTr="0071620A">
        <w:trPr>
          <w:trHeight w:val="397"/>
        </w:trPr>
        <w:tc>
          <w:tcPr>
            <w:tcW w:w="3544" w:type="dxa"/>
          </w:tcPr>
          <w:p w14:paraId="7B951B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5B3EB6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3FC8E5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E8CB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99C0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9DEB3DD" w14:textId="77777777" w:rsidTr="0071620A">
        <w:trPr>
          <w:trHeight w:val="397"/>
        </w:trPr>
        <w:tc>
          <w:tcPr>
            <w:tcW w:w="7513" w:type="dxa"/>
          </w:tcPr>
          <w:p w14:paraId="652EBD63" w14:textId="30F03D3B" w:rsidR="001F5707" w:rsidRPr="00BA7A70" w:rsidRDefault="0085747A" w:rsidP="00BA7A70">
            <w:pPr>
              <w:pStyle w:val="Punktygwne"/>
              <w:spacing w:before="0" w:after="0" w:line="276" w:lineRule="auto"/>
              <w:rPr>
                <w:rFonts w:ascii="Corbel" w:hAnsi="Corbel"/>
                <w:bCs/>
                <w:smallCaps w:val="0"/>
                <w:szCs w:val="24"/>
              </w:rPr>
            </w:pPr>
            <w:r w:rsidRPr="005F3D0F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6272DF2" w14:textId="0F8C59D0" w:rsidR="001F5707" w:rsidRPr="00B4339B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F5707" w:rsidRPr="00B4339B">
              <w:rPr>
                <w:rFonts w:ascii="Corbel" w:hAnsi="Corbel"/>
                <w:sz w:val="24"/>
                <w:szCs w:val="24"/>
              </w:rPr>
              <w:t xml:space="preserve">M. Łobocki, Teoria wychowania w zarysie, </w:t>
            </w:r>
            <w:r w:rsidR="009A6683">
              <w:rPr>
                <w:rFonts w:ascii="Corbel" w:hAnsi="Corbel"/>
                <w:sz w:val="24"/>
                <w:szCs w:val="24"/>
              </w:rPr>
              <w:t xml:space="preserve">wyd. Impuls, </w:t>
            </w:r>
            <w:r w:rsidR="001F5707" w:rsidRPr="00B4339B">
              <w:rPr>
                <w:rFonts w:ascii="Corbel" w:hAnsi="Corbel"/>
                <w:sz w:val="24"/>
                <w:szCs w:val="24"/>
              </w:rPr>
              <w:t>Kraków 20</w:t>
            </w:r>
            <w:r w:rsidR="00473A82">
              <w:rPr>
                <w:rFonts w:ascii="Corbel" w:hAnsi="Corbel"/>
                <w:sz w:val="24"/>
                <w:szCs w:val="24"/>
              </w:rPr>
              <w:t>10</w:t>
            </w:r>
            <w:r w:rsidR="001F5707" w:rsidRPr="00B4339B">
              <w:rPr>
                <w:rFonts w:ascii="Corbel" w:hAnsi="Corbel"/>
                <w:sz w:val="24"/>
                <w:szCs w:val="24"/>
              </w:rPr>
              <w:t>.</w:t>
            </w:r>
          </w:p>
          <w:p w14:paraId="7DA0555F" w14:textId="18CC4EA9" w:rsidR="001F5707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F5707" w:rsidRPr="00B4339B">
              <w:rPr>
                <w:rFonts w:ascii="Corbel" w:hAnsi="Corbel"/>
                <w:sz w:val="24"/>
                <w:szCs w:val="24"/>
              </w:rPr>
              <w:t xml:space="preserve">M. Nowak, Teorie i koncepcje wychowania, </w:t>
            </w:r>
            <w:r w:rsidR="001E6949" w:rsidRPr="00D10567">
              <w:rPr>
                <w:rFonts w:ascii="Corbel" w:hAnsi="Corbel"/>
                <w:szCs w:val="24"/>
              </w:rPr>
              <w:t xml:space="preserve">Wydawnictwa Akademickie i Profesorskie </w:t>
            </w:r>
            <w:proofErr w:type="spellStart"/>
            <w:r w:rsidR="001E6949" w:rsidRPr="00D10567">
              <w:rPr>
                <w:rFonts w:ascii="Corbel" w:hAnsi="Corbel"/>
                <w:szCs w:val="24"/>
              </w:rPr>
              <w:t>Łośgraf</w:t>
            </w:r>
            <w:proofErr w:type="spellEnd"/>
            <w:r w:rsidR="001E6949">
              <w:rPr>
                <w:rFonts w:ascii="Corbel" w:hAnsi="Corbel"/>
                <w:szCs w:val="24"/>
              </w:rPr>
              <w:t xml:space="preserve">, </w:t>
            </w:r>
            <w:r w:rsidR="001F5707" w:rsidRPr="00B4339B">
              <w:rPr>
                <w:rFonts w:ascii="Corbel" w:hAnsi="Corbel"/>
                <w:sz w:val="24"/>
                <w:szCs w:val="24"/>
              </w:rPr>
              <w:t>Warszawa 2008.</w:t>
            </w:r>
            <w:r w:rsidR="001E694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8BC3AE" w14:textId="0B69DB7A" w:rsidR="001F5707" w:rsidRPr="00BA7A70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1402C">
              <w:rPr>
                <w:rFonts w:ascii="Corbel" w:hAnsi="Corbel"/>
                <w:sz w:val="24"/>
                <w:szCs w:val="24"/>
              </w:rPr>
              <w:t>L. Zarzecki, Teo</w:t>
            </w:r>
            <w:r w:rsidR="00BC7CED">
              <w:rPr>
                <w:rFonts w:ascii="Corbel" w:hAnsi="Corbel"/>
                <w:sz w:val="24"/>
                <w:szCs w:val="24"/>
              </w:rPr>
              <w:t xml:space="preserve">retyczne podstawy </w:t>
            </w:r>
            <w:r w:rsidR="0071402C">
              <w:rPr>
                <w:rFonts w:ascii="Corbel" w:hAnsi="Corbel"/>
                <w:sz w:val="24"/>
                <w:szCs w:val="24"/>
              </w:rPr>
              <w:t xml:space="preserve">wychowania, </w:t>
            </w:r>
            <w:r w:rsidR="00D87E16">
              <w:rPr>
                <w:rFonts w:ascii="Corbel" w:hAnsi="Corbel"/>
                <w:sz w:val="24"/>
                <w:szCs w:val="24"/>
              </w:rPr>
              <w:t xml:space="preserve">Karkonoska PSW, </w:t>
            </w:r>
            <w:r w:rsidR="0071402C">
              <w:rPr>
                <w:rFonts w:ascii="Corbel" w:hAnsi="Corbel"/>
                <w:sz w:val="24"/>
                <w:szCs w:val="24"/>
              </w:rPr>
              <w:t>Zielona Góra 2012.</w:t>
            </w:r>
          </w:p>
        </w:tc>
      </w:tr>
      <w:tr w:rsidR="0085747A" w:rsidRPr="009C54AE" w14:paraId="57C3BBB2" w14:textId="77777777" w:rsidTr="0071620A">
        <w:trPr>
          <w:trHeight w:val="397"/>
        </w:trPr>
        <w:tc>
          <w:tcPr>
            <w:tcW w:w="7513" w:type="dxa"/>
          </w:tcPr>
          <w:p w14:paraId="52B8B220" w14:textId="2DC6A9E8" w:rsidR="005F3D0F" w:rsidRPr="00AD18EB" w:rsidRDefault="0085747A" w:rsidP="00BA7A70">
            <w:pPr>
              <w:pStyle w:val="Punktygwne"/>
              <w:spacing w:before="0" w:after="0" w:line="276" w:lineRule="auto"/>
              <w:rPr>
                <w:rFonts w:ascii="Corbel" w:hAnsi="Corbel"/>
                <w:bCs/>
                <w:smallCaps w:val="0"/>
                <w:szCs w:val="24"/>
              </w:rPr>
            </w:pPr>
            <w:r w:rsidRPr="00AD18EB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723D8AFF" w14:textId="263C324A" w:rsidR="0085747A" w:rsidRDefault="00AD18EB" w:rsidP="00BA7A70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najnowsze publikacje zawarte w czasopismach naukowych podejmujących problematykę wychowania w rodzinie np. „Pedagogika rodziny”; „Społeczeństwo i rodzina”  i innych. </w:t>
            </w:r>
          </w:p>
          <w:p w14:paraId="0D90142F" w14:textId="06643232" w:rsidR="005F3D0F" w:rsidRPr="0071402C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5F3D0F" w:rsidRPr="0071402C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5F3D0F" w:rsidRPr="0071402C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="005F3D0F" w:rsidRPr="0071402C">
              <w:rPr>
                <w:rFonts w:ascii="Corbel" w:hAnsi="Corbel"/>
                <w:sz w:val="24"/>
                <w:szCs w:val="24"/>
              </w:rPr>
              <w:t xml:space="preserve">, B. Górnicka (red.), Rodzicielstwo w kontekście współczesnych przemian społecznych, </w:t>
            </w:r>
            <w:r w:rsidR="001B7F84">
              <w:rPr>
                <w:rFonts w:ascii="Corbel" w:hAnsi="Corbel"/>
                <w:sz w:val="24"/>
                <w:szCs w:val="24"/>
              </w:rPr>
              <w:t xml:space="preserve">Wyd. Uniwersytetu Opolskiego, </w:t>
            </w:r>
            <w:r w:rsidR="005F3D0F" w:rsidRPr="0071402C">
              <w:rPr>
                <w:rFonts w:ascii="Corbel" w:hAnsi="Corbel"/>
                <w:sz w:val="24"/>
                <w:szCs w:val="24"/>
              </w:rPr>
              <w:t>Opole 2012.</w:t>
            </w:r>
          </w:p>
          <w:p w14:paraId="5DABC312" w14:textId="16B8848A" w:rsidR="0071402C" w:rsidRPr="00B4339B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1402C" w:rsidRPr="00B4339B">
              <w:rPr>
                <w:rFonts w:ascii="Corbel" w:hAnsi="Corbel"/>
                <w:sz w:val="24"/>
                <w:szCs w:val="24"/>
              </w:rPr>
              <w:t xml:space="preserve">Z. Frączek, B. Lulek, Wprowadzenie do pedagogiki rodziny, </w:t>
            </w:r>
            <w:r w:rsidR="00A61A9F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71402C" w:rsidRPr="00B4339B">
              <w:rPr>
                <w:rFonts w:ascii="Corbel" w:hAnsi="Corbel"/>
                <w:sz w:val="24"/>
                <w:szCs w:val="24"/>
              </w:rPr>
              <w:t>Rzeszów 2010.</w:t>
            </w:r>
          </w:p>
          <w:p w14:paraId="34EB970B" w14:textId="3403474C" w:rsidR="0071402C" w:rsidRDefault="00AD18EB" w:rsidP="00BA7A7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71402C" w:rsidRPr="0071402C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="0071402C" w:rsidRPr="0071402C">
              <w:rPr>
                <w:rFonts w:ascii="Corbel" w:hAnsi="Corbel"/>
                <w:sz w:val="24"/>
                <w:szCs w:val="24"/>
              </w:rPr>
              <w:t xml:space="preserve">, Teoria wychowania (wybrane problemy), </w:t>
            </w:r>
            <w:r w:rsidR="005751FF">
              <w:rPr>
                <w:rFonts w:ascii="Corbel" w:hAnsi="Corbel"/>
                <w:sz w:val="24"/>
                <w:szCs w:val="24"/>
              </w:rPr>
              <w:t xml:space="preserve">wyd. Olsztyńska Szkoła Wyższa, 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 w:rsidR="005751FF">
              <w:rPr>
                <w:rFonts w:ascii="Corbel" w:hAnsi="Corbel"/>
                <w:sz w:val="24"/>
                <w:szCs w:val="24"/>
              </w:rPr>
              <w:t>2008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>.</w:t>
            </w:r>
          </w:p>
          <w:p w14:paraId="443620D2" w14:textId="5523A7D1" w:rsidR="005F3D0F" w:rsidRPr="00B4339B" w:rsidRDefault="00AD18EB" w:rsidP="00BA7A70">
            <w:pPr>
              <w:spacing w:after="0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5F3D0F" w:rsidRPr="00B4339B">
              <w:rPr>
                <w:rFonts w:ascii="Corbel" w:hAnsi="Corbel"/>
                <w:sz w:val="24"/>
                <w:szCs w:val="24"/>
              </w:rPr>
              <w:t xml:space="preserve">S. Kawula, J. </w:t>
            </w:r>
            <w:proofErr w:type="spellStart"/>
            <w:r w:rsidR="005F3D0F" w:rsidRPr="00B4339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="005F3D0F" w:rsidRPr="00B4339B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="005F3D0F" w:rsidRPr="00B4339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="005F3D0F" w:rsidRPr="00B4339B">
              <w:rPr>
                <w:rFonts w:ascii="Corbel" w:hAnsi="Corbel"/>
                <w:sz w:val="24"/>
                <w:szCs w:val="24"/>
              </w:rPr>
              <w:t xml:space="preserve">, Pedagogika rodziny. Obszary i panorama problematyki, </w:t>
            </w:r>
            <w:r w:rsidR="00A044E9">
              <w:rPr>
                <w:rFonts w:ascii="Corbel" w:hAnsi="Corbel"/>
                <w:sz w:val="24"/>
                <w:szCs w:val="24"/>
              </w:rPr>
              <w:t xml:space="preserve">wyd. A. </w:t>
            </w:r>
            <w:proofErr w:type="spellStart"/>
            <w:r w:rsidR="00A044E9">
              <w:rPr>
                <w:rFonts w:ascii="Corbel" w:hAnsi="Corbel"/>
                <w:sz w:val="24"/>
                <w:szCs w:val="24"/>
              </w:rPr>
              <w:t>Marszałek,</w:t>
            </w:r>
            <w:r w:rsidR="005F3D0F" w:rsidRPr="00B4339B">
              <w:rPr>
                <w:rFonts w:ascii="Corbel" w:hAnsi="Corbel"/>
                <w:sz w:val="24"/>
                <w:szCs w:val="24"/>
              </w:rPr>
              <w:t>Toruń</w:t>
            </w:r>
            <w:proofErr w:type="spellEnd"/>
            <w:r w:rsidR="005F3D0F" w:rsidRPr="00B4339B">
              <w:rPr>
                <w:rFonts w:ascii="Corbel" w:hAnsi="Corbel"/>
                <w:sz w:val="24"/>
                <w:szCs w:val="24"/>
              </w:rPr>
              <w:t xml:space="preserve"> 20</w:t>
            </w:r>
            <w:r w:rsidR="00A044E9">
              <w:rPr>
                <w:rFonts w:ascii="Corbel" w:hAnsi="Corbel"/>
                <w:sz w:val="24"/>
                <w:szCs w:val="24"/>
              </w:rPr>
              <w:t>14</w:t>
            </w:r>
            <w:r w:rsidR="005F3D0F" w:rsidRPr="00B4339B">
              <w:rPr>
                <w:rFonts w:ascii="Corbel" w:hAnsi="Corbel"/>
                <w:sz w:val="24"/>
                <w:szCs w:val="24"/>
              </w:rPr>
              <w:t>.</w:t>
            </w:r>
          </w:p>
          <w:p w14:paraId="4FA71454" w14:textId="77157F07" w:rsidR="00B4339B" w:rsidRPr="0071402C" w:rsidRDefault="00AD18EB" w:rsidP="00BA7A7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 w:rsidR="005F3D0F">
              <w:rPr>
                <w:rFonts w:ascii="Corbel" w:hAnsi="Corbel"/>
                <w:sz w:val="24"/>
                <w:szCs w:val="24"/>
              </w:rPr>
              <w:t>,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835AD">
              <w:rPr>
                <w:rFonts w:ascii="Corbel" w:hAnsi="Corbel"/>
                <w:sz w:val="24"/>
                <w:szCs w:val="24"/>
              </w:rPr>
              <w:t xml:space="preserve">wyd. PWN, </w:t>
            </w:r>
            <w:r w:rsidR="0071402C" w:rsidRPr="0071402C">
              <w:rPr>
                <w:rFonts w:ascii="Corbel" w:hAnsi="Corbel"/>
                <w:sz w:val="24"/>
                <w:szCs w:val="24"/>
              </w:rPr>
              <w:t>Warszawa 1982.</w:t>
            </w:r>
          </w:p>
        </w:tc>
      </w:tr>
    </w:tbl>
    <w:p w14:paraId="0B048C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7DE0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E8D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92439" w14:textId="77777777" w:rsidR="00682305" w:rsidRDefault="00682305" w:rsidP="00C16ABF">
      <w:pPr>
        <w:spacing w:after="0" w:line="240" w:lineRule="auto"/>
      </w:pPr>
      <w:r>
        <w:separator/>
      </w:r>
    </w:p>
  </w:endnote>
  <w:endnote w:type="continuationSeparator" w:id="0">
    <w:p w14:paraId="2C36ED45" w14:textId="77777777" w:rsidR="00682305" w:rsidRDefault="006823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C6D09" w14:textId="77777777" w:rsidR="00682305" w:rsidRDefault="00682305" w:rsidP="00C16ABF">
      <w:pPr>
        <w:spacing w:after="0" w:line="240" w:lineRule="auto"/>
      </w:pPr>
      <w:r>
        <w:separator/>
      </w:r>
    </w:p>
  </w:footnote>
  <w:footnote w:type="continuationSeparator" w:id="0">
    <w:p w14:paraId="18732B2C" w14:textId="77777777" w:rsidR="00682305" w:rsidRDefault="00682305" w:rsidP="00C16ABF">
      <w:pPr>
        <w:spacing w:after="0" w:line="240" w:lineRule="auto"/>
      </w:pPr>
      <w:r>
        <w:continuationSeparator/>
      </w:r>
    </w:p>
  </w:footnote>
  <w:footnote w:id="1">
    <w:p w14:paraId="64C350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69"/>
    <w:rsid w:val="000077B4"/>
    <w:rsid w:val="00015B8F"/>
    <w:rsid w:val="00022ECE"/>
    <w:rsid w:val="000363BA"/>
    <w:rsid w:val="00042A51"/>
    <w:rsid w:val="00042D2E"/>
    <w:rsid w:val="00044C82"/>
    <w:rsid w:val="00070ED6"/>
    <w:rsid w:val="00073C8A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F9A"/>
    <w:rsid w:val="000F1C57"/>
    <w:rsid w:val="000F5615"/>
    <w:rsid w:val="00104E28"/>
    <w:rsid w:val="00105009"/>
    <w:rsid w:val="00124BFF"/>
    <w:rsid w:val="0012560E"/>
    <w:rsid w:val="00127108"/>
    <w:rsid w:val="001349DF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4114"/>
    <w:rsid w:val="00176083"/>
    <w:rsid w:val="001770C7"/>
    <w:rsid w:val="00192F37"/>
    <w:rsid w:val="00193629"/>
    <w:rsid w:val="001A70D2"/>
    <w:rsid w:val="001A75F3"/>
    <w:rsid w:val="001B7F84"/>
    <w:rsid w:val="001D657B"/>
    <w:rsid w:val="001D7B54"/>
    <w:rsid w:val="001E0209"/>
    <w:rsid w:val="001E6949"/>
    <w:rsid w:val="001F2CA2"/>
    <w:rsid w:val="001F5707"/>
    <w:rsid w:val="002144C0"/>
    <w:rsid w:val="0022477D"/>
    <w:rsid w:val="002278A9"/>
    <w:rsid w:val="002336F9"/>
    <w:rsid w:val="0024028F"/>
    <w:rsid w:val="00244ABC"/>
    <w:rsid w:val="00256712"/>
    <w:rsid w:val="00266224"/>
    <w:rsid w:val="00277801"/>
    <w:rsid w:val="00281FF2"/>
    <w:rsid w:val="002857DE"/>
    <w:rsid w:val="00291567"/>
    <w:rsid w:val="002A22BF"/>
    <w:rsid w:val="002A2389"/>
    <w:rsid w:val="002A4F3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55"/>
    <w:rsid w:val="00313879"/>
    <w:rsid w:val="003151C5"/>
    <w:rsid w:val="00316753"/>
    <w:rsid w:val="00330C28"/>
    <w:rsid w:val="003343CF"/>
    <w:rsid w:val="003348AA"/>
    <w:rsid w:val="00346FE9"/>
    <w:rsid w:val="0034759A"/>
    <w:rsid w:val="003503F6"/>
    <w:rsid w:val="003530DD"/>
    <w:rsid w:val="003607F9"/>
    <w:rsid w:val="00363F78"/>
    <w:rsid w:val="00377063"/>
    <w:rsid w:val="00390365"/>
    <w:rsid w:val="0039731C"/>
    <w:rsid w:val="003A0A5B"/>
    <w:rsid w:val="003A1176"/>
    <w:rsid w:val="003A257B"/>
    <w:rsid w:val="003A7263"/>
    <w:rsid w:val="003C0BAE"/>
    <w:rsid w:val="003D18A9"/>
    <w:rsid w:val="003D4776"/>
    <w:rsid w:val="003D6CE2"/>
    <w:rsid w:val="003E04C1"/>
    <w:rsid w:val="003E1941"/>
    <w:rsid w:val="003E2FE6"/>
    <w:rsid w:val="003E49D5"/>
    <w:rsid w:val="003F38C0"/>
    <w:rsid w:val="00403819"/>
    <w:rsid w:val="00410777"/>
    <w:rsid w:val="00414E3C"/>
    <w:rsid w:val="0042244A"/>
    <w:rsid w:val="0042745A"/>
    <w:rsid w:val="00431D5C"/>
    <w:rsid w:val="00433503"/>
    <w:rsid w:val="004362C6"/>
    <w:rsid w:val="00437FA2"/>
    <w:rsid w:val="004400B8"/>
    <w:rsid w:val="00440B42"/>
    <w:rsid w:val="00445970"/>
    <w:rsid w:val="0045729E"/>
    <w:rsid w:val="00461EFC"/>
    <w:rsid w:val="00464875"/>
    <w:rsid w:val="004652C2"/>
    <w:rsid w:val="004706D1"/>
    <w:rsid w:val="00471326"/>
    <w:rsid w:val="00473A82"/>
    <w:rsid w:val="0047598D"/>
    <w:rsid w:val="00477B78"/>
    <w:rsid w:val="004840FD"/>
    <w:rsid w:val="00490F7D"/>
    <w:rsid w:val="00491678"/>
    <w:rsid w:val="00492DD8"/>
    <w:rsid w:val="004968E2"/>
    <w:rsid w:val="004A3EEA"/>
    <w:rsid w:val="004A4D1F"/>
    <w:rsid w:val="004B214F"/>
    <w:rsid w:val="004C6BF7"/>
    <w:rsid w:val="004D5282"/>
    <w:rsid w:val="004F1551"/>
    <w:rsid w:val="004F1732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751FF"/>
    <w:rsid w:val="00576595"/>
    <w:rsid w:val="0059484D"/>
    <w:rsid w:val="005A0855"/>
    <w:rsid w:val="005A3196"/>
    <w:rsid w:val="005B7256"/>
    <w:rsid w:val="005C029B"/>
    <w:rsid w:val="005C080F"/>
    <w:rsid w:val="005C55E5"/>
    <w:rsid w:val="005C696A"/>
    <w:rsid w:val="005D0506"/>
    <w:rsid w:val="005D60C2"/>
    <w:rsid w:val="005E2B24"/>
    <w:rsid w:val="005E6E85"/>
    <w:rsid w:val="005F31D2"/>
    <w:rsid w:val="005F3D0F"/>
    <w:rsid w:val="005F551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457"/>
    <w:rsid w:val="00675843"/>
    <w:rsid w:val="00682305"/>
    <w:rsid w:val="00685D89"/>
    <w:rsid w:val="00696477"/>
    <w:rsid w:val="006B6B58"/>
    <w:rsid w:val="006B7A7D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402C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2D6F"/>
    <w:rsid w:val="00763BF1"/>
    <w:rsid w:val="00766FD4"/>
    <w:rsid w:val="0077243F"/>
    <w:rsid w:val="0078168C"/>
    <w:rsid w:val="00787C2A"/>
    <w:rsid w:val="00790E27"/>
    <w:rsid w:val="007A4022"/>
    <w:rsid w:val="007A57F7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6121"/>
    <w:rsid w:val="0081707E"/>
    <w:rsid w:val="00835DA4"/>
    <w:rsid w:val="008449B3"/>
    <w:rsid w:val="00847802"/>
    <w:rsid w:val="0085041A"/>
    <w:rsid w:val="0085747A"/>
    <w:rsid w:val="00884922"/>
    <w:rsid w:val="00885F64"/>
    <w:rsid w:val="008917F9"/>
    <w:rsid w:val="008931CF"/>
    <w:rsid w:val="008A45F7"/>
    <w:rsid w:val="008B43D7"/>
    <w:rsid w:val="008B690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751"/>
    <w:rsid w:val="00916188"/>
    <w:rsid w:val="0092260F"/>
    <w:rsid w:val="00923D7D"/>
    <w:rsid w:val="009325DD"/>
    <w:rsid w:val="00946B00"/>
    <w:rsid w:val="009508DF"/>
    <w:rsid w:val="00950DAC"/>
    <w:rsid w:val="00951767"/>
    <w:rsid w:val="00954A07"/>
    <w:rsid w:val="00956799"/>
    <w:rsid w:val="00997F14"/>
    <w:rsid w:val="009A6683"/>
    <w:rsid w:val="009A78CD"/>
    <w:rsid w:val="009A78D9"/>
    <w:rsid w:val="009C1331"/>
    <w:rsid w:val="009C3E31"/>
    <w:rsid w:val="009C54AE"/>
    <w:rsid w:val="009C788E"/>
    <w:rsid w:val="009E3B41"/>
    <w:rsid w:val="009E5084"/>
    <w:rsid w:val="009F3C5C"/>
    <w:rsid w:val="009F4610"/>
    <w:rsid w:val="00A00ECC"/>
    <w:rsid w:val="00A044E9"/>
    <w:rsid w:val="00A04C33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9F"/>
    <w:rsid w:val="00A7398D"/>
    <w:rsid w:val="00A7732B"/>
    <w:rsid w:val="00A835AD"/>
    <w:rsid w:val="00A84C85"/>
    <w:rsid w:val="00A86A13"/>
    <w:rsid w:val="00A97DE1"/>
    <w:rsid w:val="00AA69D3"/>
    <w:rsid w:val="00AB053C"/>
    <w:rsid w:val="00AC3592"/>
    <w:rsid w:val="00AD1146"/>
    <w:rsid w:val="00AD18EB"/>
    <w:rsid w:val="00AD27D3"/>
    <w:rsid w:val="00AD66D6"/>
    <w:rsid w:val="00AE1160"/>
    <w:rsid w:val="00AE203C"/>
    <w:rsid w:val="00AE2E74"/>
    <w:rsid w:val="00AE5FCB"/>
    <w:rsid w:val="00AF2C1E"/>
    <w:rsid w:val="00B008AB"/>
    <w:rsid w:val="00B06142"/>
    <w:rsid w:val="00B135B1"/>
    <w:rsid w:val="00B24540"/>
    <w:rsid w:val="00B3130B"/>
    <w:rsid w:val="00B40ADB"/>
    <w:rsid w:val="00B4339B"/>
    <w:rsid w:val="00B43B77"/>
    <w:rsid w:val="00B43E80"/>
    <w:rsid w:val="00B57822"/>
    <w:rsid w:val="00B607DB"/>
    <w:rsid w:val="00B66529"/>
    <w:rsid w:val="00B70002"/>
    <w:rsid w:val="00B758C3"/>
    <w:rsid w:val="00B75946"/>
    <w:rsid w:val="00B8056E"/>
    <w:rsid w:val="00B819C8"/>
    <w:rsid w:val="00B82308"/>
    <w:rsid w:val="00B90885"/>
    <w:rsid w:val="00BA5B83"/>
    <w:rsid w:val="00BA7A70"/>
    <w:rsid w:val="00BB520A"/>
    <w:rsid w:val="00BC6491"/>
    <w:rsid w:val="00BC7CED"/>
    <w:rsid w:val="00BD3869"/>
    <w:rsid w:val="00BD66E9"/>
    <w:rsid w:val="00BD6FF4"/>
    <w:rsid w:val="00BE6880"/>
    <w:rsid w:val="00BF2C41"/>
    <w:rsid w:val="00BF7485"/>
    <w:rsid w:val="00C058B4"/>
    <w:rsid w:val="00C05F44"/>
    <w:rsid w:val="00C131B5"/>
    <w:rsid w:val="00C147BB"/>
    <w:rsid w:val="00C16ABF"/>
    <w:rsid w:val="00C170AE"/>
    <w:rsid w:val="00C26CB7"/>
    <w:rsid w:val="00C324C1"/>
    <w:rsid w:val="00C36992"/>
    <w:rsid w:val="00C36B2B"/>
    <w:rsid w:val="00C56036"/>
    <w:rsid w:val="00C61DC5"/>
    <w:rsid w:val="00C66980"/>
    <w:rsid w:val="00C67E92"/>
    <w:rsid w:val="00C70A26"/>
    <w:rsid w:val="00C766DF"/>
    <w:rsid w:val="00C91F56"/>
    <w:rsid w:val="00C94B98"/>
    <w:rsid w:val="00CA2B96"/>
    <w:rsid w:val="00CA5089"/>
    <w:rsid w:val="00CA773C"/>
    <w:rsid w:val="00CB14E5"/>
    <w:rsid w:val="00CB42CB"/>
    <w:rsid w:val="00CD6897"/>
    <w:rsid w:val="00CE5BAC"/>
    <w:rsid w:val="00CF25BE"/>
    <w:rsid w:val="00CF78ED"/>
    <w:rsid w:val="00D00691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4EBB"/>
    <w:rsid w:val="00D511A6"/>
    <w:rsid w:val="00D552B2"/>
    <w:rsid w:val="00D608D1"/>
    <w:rsid w:val="00D74119"/>
    <w:rsid w:val="00D75144"/>
    <w:rsid w:val="00D8075B"/>
    <w:rsid w:val="00D8678B"/>
    <w:rsid w:val="00D87E16"/>
    <w:rsid w:val="00DA2114"/>
    <w:rsid w:val="00DA4EBE"/>
    <w:rsid w:val="00DC1B8F"/>
    <w:rsid w:val="00DD069B"/>
    <w:rsid w:val="00DE09C0"/>
    <w:rsid w:val="00DE2148"/>
    <w:rsid w:val="00DE4A14"/>
    <w:rsid w:val="00DF320D"/>
    <w:rsid w:val="00DF71C8"/>
    <w:rsid w:val="00E129B8"/>
    <w:rsid w:val="00E21E7D"/>
    <w:rsid w:val="00E22FBC"/>
    <w:rsid w:val="00E236F3"/>
    <w:rsid w:val="00E24BF5"/>
    <w:rsid w:val="00E25338"/>
    <w:rsid w:val="00E316C7"/>
    <w:rsid w:val="00E34AE0"/>
    <w:rsid w:val="00E51E44"/>
    <w:rsid w:val="00E55095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4668"/>
    <w:rsid w:val="00F17567"/>
    <w:rsid w:val="00F25256"/>
    <w:rsid w:val="00F27A7B"/>
    <w:rsid w:val="00F50579"/>
    <w:rsid w:val="00F526AF"/>
    <w:rsid w:val="00F617C3"/>
    <w:rsid w:val="00F7066B"/>
    <w:rsid w:val="00F74C92"/>
    <w:rsid w:val="00F83B28"/>
    <w:rsid w:val="00F97F1B"/>
    <w:rsid w:val="00FA46E5"/>
    <w:rsid w:val="00FA6770"/>
    <w:rsid w:val="00FB0DF8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17C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008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11BF-5643-4134-84FC-E5625B34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2021-01-11T14:45:00Z</dcterms:created>
  <dcterms:modified xsi:type="dcterms:W3CDTF">2022-02-23T12:38:00Z</dcterms:modified>
</cp:coreProperties>
</file>